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6064C51F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9377C9">
        <w:rPr>
          <w:rFonts w:cs="Arial"/>
          <w:color w:val="000000"/>
          <w:sz w:val="22"/>
        </w:rPr>
        <w:t>20</w:t>
      </w:r>
      <w:r w:rsidR="009B66B6">
        <w:rPr>
          <w:rFonts w:cs="Arial"/>
          <w:color w:val="000000"/>
          <w:sz w:val="22"/>
        </w:rPr>
        <w:t>.01</w:t>
      </w:r>
      <w:r w:rsidR="00D43C28">
        <w:rPr>
          <w:rFonts w:cs="Arial"/>
          <w:color w:val="000000"/>
          <w:sz w:val="22"/>
        </w:rPr>
        <w:t>.</w:t>
      </w:r>
      <w:r w:rsidRPr="00DF19FF">
        <w:rPr>
          <w:rFonts w:cs="Arial"/>
          <w:color w:val="000000"/>
          <w:sz w:val="22"/>
        </w:rPr>
        <w:t>202</w:t>
      </w:r>
      <w:r w:rsidR="009B66B6">
        <w:rPr>
          <w:rFonts w:cs="Arial"/>
          <w:color w:val="000000"/>
          <w:sz w:val="22"/>
        </w:rPr>
        <w:t>5</w:t>
      </w:r>
      <w:r w:rsidRPr="00DF19FF">
        <w:rPr>
          <w:rFonts w:cs="Arial"/>
          <w:color w:val="000000"/>
          <w:sz w:val="22"/>
        </w:rPr>
        <w:t xml:space="preserve"> nr JV-MAA-1/</w:t>
      </w:r>
      <w:r w:rsidR="009377C9">
        <w:rPr>
          <w:rFonts w:cs="Arial"/>
          <w:color w:val="000000"/>
          <w:sz w:val="22"/>
        </w:rPr>
        <w:t>273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567499">
        <w:trPr>
          <w:trHeight w:val="6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675556B9" w:rsidR="000B2E35" w:rsidRPr="000B2E35" w:rsidRDefault="00567499" w:rsidP="0056749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410F90F9" w:rsidR="000B2E35" w:rsidRPr="000B2E35" w:rsidRDefault="001414B0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võrgu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ga 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FB725C">
              <w:rPr>
                <w:rFonts w:ascii="Calibri" w:eastAsia="Calibri" w:hAnsi="Calibri"/>
                <w:sz w:val="22"/>
                <w:szCs w:val="22"/>
                <w:lang w:val="et-EE"/>
              </w:rPr>
              <w:t>liitumine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, elektri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</w:p>
        </w:tc>
      </w:tr>
      <w:tr w:rsidR="000B2E35" w:rsidRPr="000B2E35" w14:paraId="66288C6B" w14:textId="77777777" w:rsidTr="00567499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36B28BD1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460DD90C" w14:textId="0D2988B3" w:rsidR="00F44F1F" w:rsidRPr="00F44F1F" w:rsidRDefault="0057008B" w:rsidP="0057008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</w:t>
            </w:r>
            <w:r w:rsidR="001941C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2367</w:t>
            </w: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„</w:t>
            </w:r>
            <w:r w:rsidR="001941C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Järveäärse kinnistu </w:t>
            </w: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liitumine</w:t>
            </w:r>
            <w:r w:rsidR="001941C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elektrivõrguga Kuru</w:t>
            </w: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küla, </w:t>
            </w:r>
            <w:r w:rsidR="001941C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Alutaguse </w:t>
            </w: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vald, Ida-Viru maakond“</w:t>
            </w:r>
          </w:p>
          <w:p w14:paraId="0F587937" w14:textId="70CFE411" w:rsidR="000B2E35" w:rsidRPr="000B2E35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59EED9" w14:textId="4F4DA00B" w:rsidR="00F44F1F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1941C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Jaanus Kaldoja</w:t>
            </w:r>
          </w:p>
          <w:p w14:paraId="1AF8D9E3" w14:textId="133DDF49" w:rsidR="00A45F32" w:rsidRPr="000B2E35" w:rsidRDefault="00C16971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Stromtec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3A988238" w:rsidR="000B2E35" w:rsidRPr="000B2E35" w:rsidRDefault="001941CB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25.10.2024</w:t>
            </w:r>
            <w:r w:rsidR="00BB5C56" w:rsidRPr="00BB5C5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 nr 7.1-2/24/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18242-2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0B346C3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="00F44F1F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0B422C4B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5E57DB">
              <w:rPr>
                <w:rFonts w:ascii="Times New Roman" w:hAnsi="Times New Roman"/>
                <w:b/>
                <w:lang w:val="et-EE"/>
              </w:rPr>
              <w:t>13</w:t>
            </w:r>
            <w:r w:rsidR="00BF237B">
              <w:rPr>
                <w:rFonts w:ascii="Times New Roman" w:hAnsi="Times New Roman"/>
                <w:b/>
                <w:lang w:val="et-EE"/>
              </w:rPr>
              <w:t>11</w:t>
            </w:r>
            <w:r w:rsidR="001941CB">
              <w:rPr>
                <w:rFonts w:ascii="Times New Roman" w:hAnsi="Times New Roman"/>
                <w:b/>
                <w:lang w:val="et-EE"/>
              </w:rPr>
              <w:t xml:space="preserve">1 </w:t>
            </w:r>
            <w:proofErr w:type="spellStart"/>
            <w:r w:rsidR="001941CB">
              <w:rPr>
                <w:rFonts w:ascii="Times New Roman" w:hAnsi="Times New Roman"/>
                <w:b/>
                <w:lang w:val="et-EE"/>
              </w:rPr>
              <w:t>Kauksi</w:t>
            </w:r>
            <w:proofErr w:type="spellEnd"/>
            <w:r w:rsidR="001941CB">
              <w:rPr>
                <w:rFonts w:ascii="Times New Roman" w:hAnsi="Times New Roman"/>
                <w:b/>
                <w:lang w:val="et-EE"/>
              </w:rPr>
              <w:t>-Vasknarva</w:t>
            </w:r>
            <w:r w:rsidR="005E57DB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F44F1F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0524F90E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1941CB">
              <w:rPr>
                <w:rFonts w:ascii="Times New Roman" w:hAnsi="Times New Roman"/>
                <w:bCs/>
                <w:lang w:val="et-EE"/>
              </w:rPr>
              <w:t>22401:004:0205</w:t>
            </w:r>
          </w:p>
          <w:p w14:paraId="573BFF07" w14:textId="7113359B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1941CB">
              <w:rPr>
                <w:rFonts w:ascii="Times New Roman" w:hAnsi="Times New Roman"/>
                <w:bCs/>
                <w:lang w:val="et-EE"/>
              </w:rPr>
              <w:t>7746550</w:t>
            </w:r>
          </w:p>
          <w:p w14:paraId="33B38F87" w14:textId="1E63AD3A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1941CB">
              <w:rPr>
                <w:rFonts w:ascii="Times New Roman" w:hAnsi="Times New Roman"/>
                <w:bCs/>
                <w:lang w:val="et-EE"/>
              </w:rPr>
              <w:t xml:space="preserve">13111 </w:t>
            </w:r>
            <w:proofErr w:type="spellStart"/>
            <w:r w:rsidR="001941CB">
              <w:rPr>
                <w:rFonts w:ascii="Times New Roman" w:hAnsi="Times New Roman"/>
                <w:bCs/>
                <w:lang w:val="et-EE"/>
              </w:rPr>
              <w:t>Kauksi</w:t>
            </w:r>
            <w:proofErr w:type="spellEnd"/>
            <w:r w:rsidR="001941CB">
              <w:rPr>
                <w:rFonts w:ascii="Times New Roman" w:hAnsi="Times New Roman"/>
                <w:bCs/>
                <w:lang w:val="et-EE"/>
              </w:rPr>
              <w:t>-Vasknarva</w:t>
            </w:r>
            <w:r w:rsidR="00D079D2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E70A39" w:rsidRPr="00E70A39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A95FBAC" w14:textId="68F55F94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1941CB">
              <w:rPr>
                <w:rFonts w:ascii="Times New Roman" w:hAnsi="Times New Roman"/>
                <w:bCs/>
                <w:lang w:val="et-EE"/>
              </w:rPr>
              <w:t>72510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3FDB713" w14:textId="5076D12B" w:rsidR="001941CB" w:rsidRDefault="001F4CFC" w:rsidP="001941CB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9377C9">
              <w:rPr>
                <w:rFonts w:ascii="Times New Roman" w:hAnsi="Times New Roman"/>
                <w:bCs/>
                <w:lang w:val="et-EE"/>
              </w:rPr>
              <w:t>644188</w:t>
            </w:r>
          </w:p>
          <w:p w14:paraId="19CE75E4" w14:textId="6B9BEE28" w:rsidR="009377C9" w:rsidRPr="000B2E35" w:rsidRDefault="009377C9" w:rsidP="009377C9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0C67B4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https://pari.kataster.ee/magic-link/f55b362e-cdf2-4989-ad9f-1d811bce365f</w:t>
              </w:r>
            </w:hyperlink>
          </w:p>
        </w:tc>
      </w:tr>
      <w:tr w:rsidR="00F44F1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F44F1F" w:rsidRDefault="00F44F1F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F44F1F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2A7C2296" w:rsidR="00077D32" w:rsidRPr="00742C52" w:rsidRDefault="00A01CB6" w:rsidP="00A01CB6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="000B2E35"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11102" w14:textId="77777777" w:rsidR="00533DBB" w:rsidRDefault="00533DBB">
      <w:r>
        <w:separator/>
      </w:r>
    </w:p>
  </w:endnote>
  <w:endnote w:type="continuationSeparator" w:id="0">
    <w:p w14:paraId="464AF9C2" w14:textId="77777777" w:rsidR="00533DBB" w:rsidRDefault="00533DBB">
      <w:r>
        <w:continuationSeparator/>
      </w:r>
    </w:p>
  </w:endnote>
  <w:endnote w:type="continuationNotice" w:id="1">
    <w:p w14:paraId="03701937" w14:textId="77777777" w:rsidR="00533DBB" w:rsidRDefault="00533D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6C77E" w14:textId="77777777" w:rsidR="00533DBB" w:rsidRDefault="00533DBB">
      <w:r>
        <w:separator/>
      </w:r>
    </w:p>
  </w:footnote>
  <w:footnote w:type="continuationSeparator" w:id="0">
    <w:p w14:paraId="6870765C" w14:textId="77777777" w:rsidR="00533DBB" w:rsidRDefault="00533DBB">
      <w:r>
        <w:continuationSeparator/>
      </w:r>
    </w:p>
  </w:footnote>
  <w:footnote w:type="continuationNotice" w:id="1">
    <w:p w14:paraId="79C5547B" w14:textId="77777777" w:rsidR="00533DBB" w:rsidRDefault="00533D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97C8C"/>
    <w:rsid w:val="000B2E35"/>
    <w:rsid w:val="000B3CE2"/>
    <w:rsid w:val="000B417F"/>
    <w:rsid w:val="000B4850"/>
    <w:rsid w:val="000B532A"/>
    <w:rsid w:val="000C1473"/>
    <w:rsid w:val="000D61F2"/>
    <w:rsid w:val="000E7C0F"/>
    <w:rsid w:val="00106C74"/>
    <w:rsid w:val="0012688C"/>
    <w:rsid w:val="00131D0A"/>
    <w:rsid w:val="001408A9"/>
    <w:rsid w:val="001414B0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941CB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26D4C"/>
    <w:rsid w:val="002327D2"/>
    <w:rsid w:val="002413D3"/>
    <w:rsid w:val="002463AC"/>
    <w:rsid w:val="00246610"/>
    <w:rsid w:val="002474AF"/>
    <w:rsid w:val="00251F87"/>
    <w:rsid w:val="002569F2"/>
    <w:rsid w:val="00264DEC"/>
    <w:rsid w:val="002701D0"/>
    <w:rsid w:val="0027153D"/>
    <w:rsid w:val="002726A3"/>
    <w:rsid w:val="00273FA4"/>
    <w:rsid w:val="002A1E30"/>
    <w:rsid w:val="002A3EBD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96525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57C3D"/>
    <w:rsid w:val="00466325"/>
    <w:rsid w:val="00470107"/>
    <w:rsid w:val="00470507"/>
    <w:rsid w:val="00482DEA"/>
    <w:rsid w:val="00483EDD"/>
    <w:rsid w:val="004851DA"/>
    <w:rsid w:val="00491AD7"/>
    <w:rsid w:val="0049609F"/>
    <w:rsid w:val="004B2AD7"/>
    <w:rsid w:val="004C0606"/>
    <w:rsid w:val="004C0FF9"/>
    <w:rsid w:val="004C388C"/>
    <w:rsid w:val="004C7FBD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33DBB"/>
    <w:rsid w:val="00547C65"/>
    <w:rsid w:val="00556D7B"/>
    <w:rsid w:val="005572A4"/>
    <w:rsid w:val="00557995"/>
    <w:rsid w:val="005609D0"/>
    <w:rsid w:val="00567499"/>
    <w:rsid w:val="00567C35"/>
    <w:rsid w:val="0057008B"/>
    <w:rsid w:val="00570825"/>
    <w:rsid w:val="00582590"/>
    <w:rsid w:val="00591376"/>
    <w:rsid w:val="005A217D"/>
    <w:rsid w:val="005A42CF"/>
    <w:rsid w:val="005A75B8"/>
    <w:rsid w:val="005C24D9"/>
    <w:rsid w:val="005D4F2A"/>
    <w:rsid w:val="005D50D5"/>
    <w:rsid w:val="005E2103"/>
    <w:rsid w:val="005E57DB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90323"/>
    <w:rsid w:val="006915C2"/>
    <w:rsid w:val="006A7D18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0D57"/>
    <w:rsid w:val="00797B52"/>
    <w:rsid w:val="007A21F0"/>
    <w:rsid w:val="007A5E5F"/>
    <w:rsid w:val="007D4619"/>
    <w:rsid w:val="007D5377"/>
    <w:rsid w:val="007E637D"/>
    <w:rsid w:val="007F387E"/>
    <w:rsid w:val="00806109"/>
    <w:rsid w:val="00821DE6"/>
    <w:rsid w:val="008250FC"/>
    <w:rsid w:val="0082604D"/>
    <w:rsid w:val="008342C4"/>
    <w:rsid w:val="00836A67"/>
    <w:rsid w:val="00836ACB"/>
    <w:rsid w:val="008514A3"/>
    <w:rsid w:val="0086202A"/>
    <w:rsid w:val="00867D35"/>
    <w:rsid w:val="00870659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377C9"/>
    <w:rsid w:val="00940144"/>
    <w:rsid w:val="009612E0"/>
    <w:rsid w:val="00962202"/>
    <w:rsid w:val="00972AA4"/>
    <w:rsid w:val="00973871"/>
    <w:rsid w:val="0098160F"/>
    <w:rsid w:val="00982A44"/>
    <w:rsid w:val="00982BF4"/>
    <w:rsid w:val="00995F05"/>
    <w:rsid w:val="009B0C1D"/>
    <w:rsid w:val="009B66B6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01CB6"/>
    <w:rsid w:val="00A250BE"/>
    <w:rsid w:val="00A27416"/>
    <w:rsid w:val="00A33A60"/>
    <w:rsid w:val="00A402ED"/>
    <w:rsid w:val="00A43A3D"/>
    <w:rsid w:val="00A45F32"/>
    <w:rsid w:val="00A473C8"/>
    <w:rsid w:val="00A55FA1"/>
    <w:rsid w:val="00A65739"/>
    <w:rsid w:val="00A76455"/>
    <w:rsid w:val="00A76CAD"/>
    <w:rsid w:val="00A832DA"/>
    <w:rsid w:val="00A93E8E"/>
    <w:rsid w:val="00AA72EC"/>
    <w:rsid w:val="00AB5FD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B5C56"/>
    <w:rsid w:val="00BC1AED"/>
    <w:rsid w:val="00BC2385"/>
    <w:rsid w:val="00BC2734"/>
    <w:rsid w:val="00BC62D7"/>
    <w:rsid w:val="00BE57AB"/>
    <w:rsid w:val="00BF064F"/>
    <w:rsid w:val="00BF086F"/>
    <w:rsid w:val="00BF0E4C"/>
    <w:rsid w:val="00BF237B"/>
    <w:rsid w:val="00C0020C"/>
    <w:rsid w:val="00C04347"/>
    <w:rsid w:val="00C072BE"/>
    <w:rsid w:val="00C16971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01847"/>
    <w:rsid w:val="00D079D2"/>
    <w:rsid w:val="00D24041"/>
    <w:rsid w:val="00D25D80"/>
    <w:rsid w:val="00D266EA"/>
    <w:rsid w:val="00D27110"/>
    <w:rsid w:val="00D31BD2"/>
    <w:rsid w:val="00D43C28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E117B"/>
    <w:rsid w:val="00DF19FF"/>
    <w:rsid w:val="00DF467B"/>
    <w:rsid w:val="00E04AA7"/>
    <w:rsid w:val="00E05DC0"/>
    <w:rsid w:val="00E11073"/>
    <w:rsid w:val="00E27A09"/>
    <w:rsid w:val="00E361F7"/>
    <w:rsid w:val="00E366A1"/>
    <w:rsid w:val="00E47970"/>
    <w:rsid w:val="00E6200E"/>
    <w:rsid w:val="00E70A39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14B6"/>
    <w:rsid w:val="00EF7F44"/>
    <w:rsid w:val="00F00DCB"/>
    <w:rsid w:val="00F227AD"/>
    <w:rsid w:val="00F30C82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4E9C"/>
    <w:rsid w:val="00FA588A"/>
    <w:rsid w:val="00FA6F52"/>
    <w:rsid w:val="00FB725C"/>
    <w:rsid w:val="00FC232A"/>
    <w:rsid w:val="00FC5EF7"/>
    <w:rsid w:val="00FD4862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f55b362e-cdf2-4989-ad9f-1d811bce365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30</TotalTime>
  <Pages>1</Pages>
  <Words>256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1741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2025-01-20T12:41:00Z</dcterms:created>
  <dcterms:modified xsi:type="dcterms:W3CDTF">2025-01-20T12:41:00Z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